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79" w:rsidRDefault="00213420" w:rsidP="008B2779">
      <w:pPr>
        <w:tabs>
          <w:tab w:val="right" w:pos="10206"/>
        </w:tabs>
        <w:spacing w:after="0"/>
      </w:pPr>
      <w:r>
        <w:t>IB Math Studies</w:t>
      </w:r>
      <w:r w:rsidR="008B2779">
        <w:tab/>
        <w:t>Name________________________________</w:t>
      </w:r>
    </w:p>
    <w:p w:rsidR="008B2779" w:rsidRDefault="00213420" w:rsidP="008B2779">
      <w:pPr>
        <w:tabs>
          <w:tab w:val="right" w:pos="10206"/>
        </w:tabs>
        <w:spacing w:after="0"/>
      </w:pPr>
      <w:r>
        <w:t xml:space="preserve">Relations + Functions – </w:t>
      </w:r>
      <w:proofErr w:type="spellStart"/>
      <w:r>
        <w:t>warmUp</w:t>
      </w:r>
      <w:proofErr w:type="spellEnd"/>
    </w:p>
    <w:p w:rsidR="008B2779" w:rsidRDefault="008B2779" w:rsidP="008B2779">
      <w:pPr>
        <w:tabs>
          <w:tab w:val="right" w:pos="10206"/>
        </w:tabs>
        <w:spacing w:after="0"/>
        <w:sectPr w:rsidR="008B2779" w:rsidSect="008B2779"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p w:rsidR="008B2779" w:rsidRDefault="008B2779" w:rsidP="008B2779">
      <w:pPr>
        <w:tabs>
          <w:tab w:val="right" w:pos="10206"/>
        </w:tabs>
        <w:spacing w:after="0"/>
      </w:pPr>
    </w:p>
    <w:p w:rsidR="008B2779" w:rsidRDefault="00213420" w:rsidP="009F2900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w:pict>
          <v:shape id="_x0000_s1027" style="position:absolute;left:0;text-align:left;margin-left:40.15pt;margin-top:71.1pt;width:170.1pt;height:124.45pt;z-index:251659264" coordorigin="2687,5414" coordsize="6001,4389" path="m2866,5854v15,14,16,30,14,53c2877,5933,2877,5961,2873,5987v-4,23,-8,47,-12,70c2859,6067,2858,6070,2857,6077v2,-24,5,-46,10,-70c2875,5969,2881,5930,2889,5891v8,-37,19,-74,29,-111c2924,5756,2932,5731,2947,5711v18,-24,42,-12,60,4c3030,5735,3049,5759,3067,5784v26,35,50,73,73,110c3157,5922,3178,5949,3192,5978v7,14,12,28,16,43c3195,6012,3191,6006,3180,5993em2907,5952v23,-7,45,-8,69,-12c3009,5934,3043,5929,3076,5923v23,-4,45,-8,67,-14c3155,5906,3166,5902,3178,5898em3199,5549v-14,-24,-15,-36,-39,-51c3143,5487,3118,5481,3098,5482v-35,2,-71,15,-101,32c2950,5541,2911,5574,2873,5614v-88,93,-152,210,-177,336c2678,6039,2683,6142,2745,6213v64,74,171,76,261,68c3153,6268,3288,6208,3407,6124v53,-37,100,-81,137,-135c3575,5945,3601,5878,3592,5823v-11,-67,-38,-118,-92,-159c3467,5639,3432,5622,3392,5611v-75,-22,-160,-28,-238,-25c3150,5586,3145,5587,3141,5587em5749,5729v-17,280,-29,561,-37,842c5703,6912,5701,7252,5682,7592v-23,412,-14,829,3,1241c5697,9134,5703,9435,5706,9737v,22,3,45,1,65c5705,9790,5704,9784,5704,9775em3104,7979v101,-8,200,-13,302,-9c4090,7994,4777,8006,5462,8008v515,1,1030,6,1545,9c7438,8019,7868,8047,8298,8054em3508,7266v19,14,35,4,52,20c3604,7329,3636,7383,3667,7436v167,283,334,566,543,821c4277,8338,4338,8421,4398,8507v18,-31,40,-65,58,-99c4597,8141,4715,7876,4876,7619v62,-98,119,-217,175,-309c5123,7395,5197,7478,5276,7558v211,211,400,413,578,654c5948,8339,6040,8437,6165,8529v15,-19,29,-43,46,-64c6400,8232,6604,8005,6810,7786v115,-122,236,-239,352,-360c7179,7477,7188,7524,7214,7574v97,186,193,370,278,562c7554,8277,7616,8395,7711,8511v149,-243,288,-490,433,-736c8197,7685,8248,7586,8289,7498em8164,7457v-21,4,30,-11,40,-15c8257,7420,8311,7399,8365,7382v15,-5,39,-15,55,-12c8424,7371,8427,7373,8431,7374v,19,-4,34,-9,52c8416,7449,8411,7473,8406,7497v-4,18,-8,37,-10,55c8396,7558,8395,7563,8395,7569em3460,7239v-9,21,-10,40,-9,64c3453,7331,3455,7359,3458,7387v2,14,2,26,4,40c3457,7401,3456,7377,3458,7351v3,-39,6,-80,18,-117c3484,7209,3498,7177,3523,7165v23,-11,50,-2,73,5c3626,7179,3654,7194,3684,7204v26,9,51,22,78,28c3778,7234,3784,7235,3795,7233em8493,7995v-1,-4,-2,-8,-3,-12c8510,7989,8522,8003,8536,8021v18,22,33,46,52,67c8606,8108,8623,8128,8641,8147v9,10,19,18,28,28c8671,8161,8671,8155,8669,8141em8687,7972v-16,26,-29,57,-48,81c8610,8089,8576,8120,8546,8155v-22,26,-41,50,-65,74em5910,5522v-6,-15,-11,-28,-15,-43c5920,5478,5929,5495,5947,5512v17,17,33,35,49,53c6004,5574,6030,5612,6043,5605v3,-5,7,-10,10,-15em6116,5414v1,9,-6,37,-10,59c6097,5520,6082,5563,6068,5609v-16,52,-35,102,-53,153c6003,5797,5989,5832,5986,5869v,13,,17,,25e" filled="f" strokeweight="1pt">
            <v:stroke endcap="round"/>
            <v:path shadowok="f" o:extrusionok="f" fillok="f" insetpenok="f"/>
            <o:lock v:ext="edit" rotation="t" aspectratio="t" verticies="t" text="t" shapetype="t"/>
            <o:ink i="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" annotation="t"/>
          </v:shape>
        </w:pict>
      </w:r>
      <w:r>
        <w:rPr>
          <w:noProof/>
        </w:rPr>
        <w:pict>
          <v:shape id="_x0000_s1028" style="position:absolute;left:0;text-align:left;margin-left:24pt;margin-top:263.4pt;width:174.75pt;height:105.75pt;z-index:251660288" coordorigin="2117,12198" coordsize="6165,3730" path="m2505,12682v2,20,3,37,10,56c2517,12742,2518,12746,2520,12750v6,-20,7,-31,3,-52c2520,12682,2511,12662,2490,12670v-18,7,-39,40,-48,55c2424,12754,2409,12787,2400,12820v-6,24,-10,48,1,71c2410,12908,2426,12913,2444,12912v25,-1,47,-11,70,-20c2528,12887,2541,12881,2555,12877em2512,12496v-75,-14,-125,7,-185,58c2284,12590,2248,12633,2214,12678v-36,47,-66,98,-84,155c2102,12921,2122,13010,2197,13068v109,84,262,91,387,46c2640,13094,2692,13067,2739,13032v44,-32,85,-69,118,-112c2893,12874,2921,12821,2936,12765v14,-51,10,-101,-16,-148c2898,12577,2863,12547,2825,12524v-42,-26,-90,-38,-138,-47c2619,12464,2560,12474,2495,12494v-29,9,-33,19,-53,37em4416,13018v-7,27,-20,54,-26,83c4234,13840,4107,14912,4366,15634v60,168,185,288,369,293c4947,15932,5158,15789,5308,15651v121,-111,220,-247,283,-400c5753,14855,5749,14365,5749,13944v,-337,-9,-708,-233,-980c5431,12860,5299,12772,5181,12709v-206,-110,-427,-44,-601,96c4423,12931,4264,13108,4294,13321v5,14,10,28,15,42em7225,12866v-72,261,-97,532,-137,800c7010,14186,6942,14752,7016,15276v28,198,91,412,267,528c7390,15874,7490,15848,7585,15774v245,-191,452,-517,569,-799c8331,14549,8304,14023,8247,13574v-19,-149,-45,-302,-88,-446c8115,12982,8020,12775,7898,12674v-83,-69,-192,-47,-292,-33c7467,12660,7279,12727,7193,12845v-37,50,-39,96,-46,155c7148,13008,7149,13015,7150,13023em4853,12309v22,7,40,29,56,47c4926,12375,4945,12391,4963,12410v17,18,35,36,52,54c5028,12478,5041,12491,5056,12503v-2,-14,-3,-19,-7,-28em5055,12250v-21,14,-29,27,-43,48c4992,12328,4969,12355,4947,12383v-21,27,-42,53,-64,79c4868,12480,4853,12497,4840,12516em7453,12259v,-3,,-6,,-9c7467,12262,7478,12276,7490,12291v17,20,32,41,50,61c7554,12368,7569,12385,7586,12398v21,16,30,17,48,1em7724,12198v-5,27,-12,54,-22,79c7682,12328,7665,12379,7644,12430v-41,100,-89,198,-115,303c7522,12760,7516,12787,7510,12814em4766,13397v-10,1,-19,1,-29,1c4757,13400,4777,13401,4797,13400v21,-1,42,-3,63,-5c4873,13394,4895,13385,4908,13389v3,2,6,4,9,6em5030,13297v10,-18,23,-26,44,-33c5097,13257,5120,13249,5144,13250v22,1,45,9,58,29c5215,13300,5221,13330,5218,13354v-3,31,-16,63,-33,89c5166,13473,5136,13496,5102,13507v-21,7,-40,8,-60,c5058,13495,5068,13493,5089,13491v20,-2,37,2,57,6c5169,13502,5187,13513,5207,13525v15,9,29,18,46,23c5273,13553,5290,13550,5307,13538v4,-4,7,-7,11,-11em4940,14005v6,-11,8,-14,11,-21c4934,14000,4919,14018,4906,14038v-16,25,-35,60,-33,91c4874,14148,4889,14166,4904,14177v23,18,55,26,84,27c5011,14205,5037,14199,5057,14190v19,-9,40,-26,54,-42c5124,14133,5133,14114,5135,14094v2,-20,-3,-37,-14,-53c5107,14021,5089,14009,5069,13996v-30,-19,-67,-27,-100,-11c4944,13997,4934,14009,4922,14033v-7,13,-7,22,-8,36em4905,14708v11,-21,21,-30,44,-39c4973,14659,5005,14654,5023,14678v13,16,16,49,15,69c5037,14783,5025,14823,5009,14855v-17,35,-40,70,-71,95c4915,14968,4889,14983,4860,14988v-27,4,-31,-3,-45,-20c4830,14948,4842,14941,4868,14936v24,-4,50,-4,73,3c4976,14950,5006,14976,5035,14998v20,15,37,30,61,39c5115,15044,5140,15049,5160,15045v19,-4,38,-10,55,-20c5218,15023,5221,15021,5224,15019em7549,13174v6,-9,7,-12,9,-19c7547,13172,7536,13189,7527,13207v-12,24,-24,49,-31,75c7489,13308,7482,13339,7483,13366v1,21,9,47,21,65c7522,13457,7554,13472,7584,13477v20,3,43,5,63,1c7669,13474,7688,13467,7701,13449v9,-13,15,-29,12,-44c7709,13386,7699,13380,7680,13383v-17,3,-33,13,-47,22c7617,13416,7601,13430,7588,13445v-12,15,-15,26,-11,43em7365,14090v-14,-8,-18,-9,-34,-8c7346,14084,7360,14086,7375,14086v17,,33,-1,50,-2c7439,14083,7453,14082,7467,14081em7691,13980v-10,17,-21,34,-30,51c7651,14050,7636,14066,7660,14079v26,14,63,10,90,24c7769,14113,7787,14127,7789,14150v2,21,-27,42,-42,51c7728,14213,7706,14218,7685,14223v-17,4,-36,6,-53,1c7620,14219,7615,14216,7610,14208em7727,13989v-2,-3,-3,-7,-5,-10c7739,13972,7757,13965,7774,13958v21,-8,43,-14,64,-22c7855,13930,7870,13923,7886,13916em7495,14958v-15,17,-19,30,-29,51c7455,15032,7445,15055,7439,15080v-6,23,-7,48,2,70c7453,15181,7483,15202,7516,15206v21,3,42,-5,60,-15c7594,15181,7614,15167,7627,15151v13,-16,25,-34,30,-54c7662,15077,7662,15051,7660,15031v-3,-24,-13,-49,-30,-66c7617,14952,7600,14943,7583,14937v-16,-6,-36,-5,-53,-3c7526,14934,7491,14941,7497,14951v3,1,6,2,9,3em5429,14180v15,6,19,-4,42,11c5516,14220,5556,14255,5602,14283v175,105,366,182,544,282c6356,14683,6577,14756,6796,14852v64,28,127,55,192,80c7024,14946,7059,14960,7094,14976v22,10,44,21,66,30c7204,15024,7296,15059,7306,15066v-4,-1,-7,-2,-11,-3em7219,14872v16,21,37,36,57,52c7292,14936,7309,14948,7323,14962v12,12,20,23,28,38c7362,15021,7370,15035,7353,15055v-16,20,-41,26,-63,37c7274,15100,7257,15107,7241,15115v-18,9,-26,14,-30,33em5458,14956v10,3,21,11,39,13c5517,14971,5536,14969,5555,14969v90,-1,179,-9,269,-15c5884,14950,5944,14948,6004,14946v91,-3,182,,273,1c6363,14948,6448,14948,6534,14952v25,1,51,3,76,3c6678,14956,6745,14960,6813,14965v49,4,97,12,146,14c7003,14981,7047,14984,7091,14986v45,2,89,4,134,7c7239,14994,7254,14995,7268,14997v44,5,1,-1,-1,6em7194,14865v17,8,32,17,49,25c7265,14900,7289,14908,7310,14919v14,7,34,16,44,29c7367,14964,7359,14982,7348,14996v-13,16,-28,28,-44,40c7287,15049,7270,15062,7252,15074v-16,11,-30,24,-46,35c7195,15117,7184,15126,7172,15134em5591,13419v15,3,18,-2,32,4c5752,13475,5888,13505,6018,13554v62,23,120,53,180,79c6224,13644,6252,13654,6278,13666v102,47,204,96,307,142c6678,13849,6769,13890,6859,13939v60,33,124,57,186,85c7088,14043,7130,14063,7174,14079v24,9,29,10,52,21em7192,13997v12,-15,24,4,39,17c7247,14028,7263,14046,7277,14062v10,12,45,40,35,57c7302,14137,7272,14144,7255,14153v-19,10,-35,20,-52,33c7200,14188,7197,14190,7194,14192em5659,13431v-4,2,-8,3,-12,5c5714,13432,5780,13432,5847,13431v124,-2,248,-5,372,-10c6397,13414,6576,13413,6754,13410v41,-1,81,1,122,1c6965,13412,7053,13415,7141,13418v46,2,93,4,139,5c7315,13424,7329,13416,7362,13428em7332,13345v-1,-3,-3,-7,-4,-10c7344,13341,7357,13349,7372,13357v25,13,48,27,72,41c7458,13406,7482,13417,7483,13436v1,15,-30,30,-41,36c7429,13479,7415,13484,7402,13492v-17,11,-29,17,-41,34e" filled="f" strokeweight="1pt">
            <v:stroke endcap="round"/>
            <v:path shadowok="f" o:extrusionok="f" fillok="f" insetpenok="f"/>
            <o:lock v:ext="edit" rotation="t" aspectratio="t" verticies="t" text="t" shapetype="t"/>
            <o:ink i="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" annotation="t"/>
          </v:shape>
        </w:pict>
      </w:r>
      <w:r>
        <w:rPr>
          <w:noProof/>
        </w:rPr>
        <w:pict>
          <v:shape id="_x0000_s1029" style="position:absolute;left:0;text-align:left;margin-left:267.1pt;margin-top:62.1pt;width:23.3pt;height:23pt;z-index:251661312" coordorigin="10693,5095" coordsize="822,812" path="m10967,5484v2,-4,4,-8,6,-12c10991,5485,10989,5496,10989,5518v,20,-1,41,-1,61c10988,5599,10989,5619,10989,5639v,17,-1,33,-1,50c10988,5692,10988,5696,10988,5699v-11,-19,-13,-38,-16,-60c10970,5625,10969,5610,10966,5596v-3,-16,-10,-33,-12,-49c10952,5533,10951,5519,10951,5505v-1,-39,3,-75,19,-111c10978,5375,10990,5359,11006,5346v17,-14,36,-25,58,-27c11081,5317,11097,5321,11104,5338v8,21,3,47,-3,68c11093,5433,11079,5458,11070,5485v-9,26,14,28,34,34c11132,5528,11160,5536,11185,5554v24,17,53,55,43,87c11220,5666,11198,5682,11176,5693v-56,27,-113,15,-172,19em11160,5871v18,-4,36,-6,53,-10c11233,5857,11254,5853,11274,5847v26,-8,48,-20,70,-35c11370,5794,11391,5774,11412,5751v22,-25,45,-52,61,-81c11489,5640,11505,5606,11510,5572v5,-35,4,-70,-2,-105c11501,5431,11487,5398,11468,5367v-47,-79,-122,-149,-194,-206c11243,5137,11208,5114,11170,5103v-39,-11,-75,-7,-114,1c11021,5111,10987,5137,10959,5158v-36,27,-69,59,-97,94c10831,5290,10802,5329,10779,5372v-43,81,-73,173,-83,264c10691,5681,10690,5729,10699,5774v7,34,24,76,52,99c10803,5916,10893,5909,10955,5901v100,-13,196,-42,291,-70c11257,5830,11260,5830,11267,5827e" filled="f" strokeweight="1pt">
            <v:stroke endcap="round"/>
            <v:path shadowok="f" o:extrusionok="f" fillok="f" insetpenok="f"/>
            <o:lock v:ext="edit" rotation="t" aspectratio="t" verticies="t" text="t" shapetype="t"/>
            <o:ink i="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" annotation="t"/>
          </v:shape>
        </w:pict>
      </w:r>
      <w:r>
        <w:rPr>
          <w:noProof/>
        </w:rPr>
        <w:pict>
          <v:shape id="_x0000_s1030" style="position:absolute;left:0;text-align:left;margin-left:318.55pt;margin-top:68.35pt;width:43.25pt;height:18.45pt;z-index:251662336" coordorigin="12508,5317" coordsize="1525,650" path="m12793,5424v-4,-5,-9,-9,-13,-14c12802,5416,12815,5430,12832,5446v28,27,53,56,79,85c12947,5570,13065,5688,13059,5683em13030,5378v-17,23,-35,47,-50,71c12954,5490,12927,5529,12899,5569v-30,44,-62,85,-98,124c12798,5696,12757,5733,12760,5738v12,1,16,1,22,-6em12508,5877v26,,52,-1,79,-3c12619,5872,12650,5871,12682,5869v126,-8,251,-19,376,-29c13132,5834,13206,5827,13281,5823v144,-7,287,-10,431,-8c13807,5816,13901,5817,13995,5812v12,-1,25,-1,37,-2em13569,5384v18,10,33,22,49,36c13639,5438,13658,5457,13679,5475v17,14,35,25,53,38c13749,5525,13755,5533,13767,5518em13903,5319v1,5,-1,24,-9,48c13880,5408,13863,5449,13849,5490v-19,57,-41,112,-60,169c13772,5709,13750,5759,13736,5810v-12,43,-25,87,-29,132c13702,5953,13701,5957,13704,5966e" filled="f" strokeweight="1pt">
            <v:stroke endcap="round"/>
            <v:path shadowok="f" o:extrusionok="f" fillok="f" insetpenok="f"/>
            <o:lock v:ext="edit" rotation="t" aspectratio="t" verticies="t" text="t" shapetype="t"/>
            <o:ink i="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" annotation="t"/>
          </v:shape>
        </w:pict>
      </w:r>
      <w:r>
        <w:rPr>
          <w:noProof/>
        </w:rPr>
        <w:pict>
          <v:shape id="_x0000_s1031" style="position:absolute;left:0;text-align:left;margin-left:316.75pt;margin-top:60.55pt;width:53.15pt;height:195.3pt;z-index:251663360" coordorigin="12445,5041" coordsize="1875,6890" path="m13377,5041v3,11,19,40,23,60c13495,5601,13409,6169,13432,6677v31,680,27,1362,68,2041c13516,8979,13533,9233,13527,9495v-1,51,-2,101,-8,151c13515,9658,13514,9662,13512,9670em12483,6365v-13,3,-25,6,-38,7c12462,6371,12479,6367,12497,6365v26,-3,51,-7,77,-10c12598,6352,12620,6350,12644,6350v9,,19,,28,-1em12827,6170v-17,7,-15,11,-27,2c12812,6155,12826,6138,12845,6128v15,-8,35,-15,51,-6c12913,6131,12916,6156,12915,6173v-1,25,-9,52,-19,75c12891,6260,12874,6284,12879,6298v6,18,26,22,41,28c12940,6334,12960,6343,12976,6357v19,17,25,40,18,65c12987,6445,12965,6464,12948,6479v-21,18,-41,29,-67,37c12869,6520,12833,6528,12822,6517v-5,-11,-7,-15,2,-22em13700,6113v-5,-30,6,29,6,30c13709,6177,13716,6211,13720,6245v5,41,11,82,16,123c13740,6401,13745,6434,13750,6467v2,18,4,34,10,51em12488,7254v-14,2,-17,2,-25,2c12483,7257,12501,7256,12521,7256v26,,51,-1,76,-4c12616,7250,12628,7247,12645,7242v4,-1,9,-2,13,-3em12846,7070v14,5,5,6,25,-13c12885,7044,12900,7035,12918,7027v22,-9,49,-10,69,4c13014,7050,13019,7086,13018,7116v-1,41,-15,79,-32,116c12967,7271,12941,7310,12914,7344v-19,24,-40,46,-68,60c12832,7411,12805,7410,12813,7385v5,-16,19,-28,33,-36c12865,7338,12886,7332,12908,7331v21,-1,39,3,58,12c12996,7357,13018,7381,13047,7396v22,11,47,21,72,24c13146,7423,13166,7419,13190,7409v14,-6,27,-13,40,-21em13615,7186v-3,-1,-7,-2,-10,-3c13622,7180,13640,7175,13657,7170v24,-7,50,-10,75,-13c13752,7154,13774,7150,13793,7148v13,-1,23,,36,-2em13998,6944v19,2,18,13,23,32c14030,7007,14029,7038,14033,7069v6,40,7,79,11,119c14047,7221,14051,7253,14053,7286v1,17,6,37,6,53c14058,7342,14058,7346,14057,7349em12491,8135v15,-7,24,-5,41,-5c12556,8130,12578,8130,12602,8129v22,-1,44,-5,65,-6c12681,8122,12691,8119,12705,8115em12932,7873v1,-9,1,-12,10,-12c12947,7879,12948,7896,12949,7915v3,38,3,76,3,114c12952,8074,12952,8118,12953,8163v1,39,,84,10,123c12968,8304,12967,8315,12980,8304em13631,8063v-4,,-9,,-13,c13597,8053,13646,8063,13659,8063v22,,45,-1,67,-2c13744,8060,13768,8060,13784,8057v13,-6,16,-7,25,-10em13959,7835v-7,20,15,-6,31,-12c14011,7816,14032,7813,14054,7817v32,6,44,31,43,62c14096,7908,14084,7937,14076,7965v-6,21,-15,43,-9,65c14072,8049,14090,8063,14103,8076v25,24,51,44,57,81c14163,8177,14155,8201,14141,8216v-25,26,-76,41,-111,43c14008,8260,13989,8256,13968,8251em12801,8975v10,-13,18,-22,30,-33c12817,8967,12799,8992,12786,9018v-12,24,-22,49,-28,75c12749,9127,12755,9166,12778,9193v13,16,32,31,51,38c12867,9246,12912,9233,12945,9213v22,-13,40,-26,57,-45c13017,9151,13028,9131,13038,9110v9,-18,15,-38,19,-58c13061,9033,13059,9016,13055,8997v-4,-18,-12,-33,-24,-47c13018,8935,13003,8925,12987,8915v-18,-11,-34,-20,-55,-25c12913,8885,12890,8883,12871,8884v-17,1,-33,6,-48,13c12801,8907,12793,8919,12780,8937v-6,8,-7,11,-10,17em13667,9048v-4,-1,-8,-1,-12,-2c13675,9043,13693,9039,13714,9039v25,,51,,76,-3c13810,9034,13829,9034,13849,9033v14,-2,18,-3,27,-4em14086,8850v-14,13,-32,30,-41,47c14039,8908,14026,8934,14030,8947v4,17,21,24,35,31c14088,8989,14112,8997,14135,9008v30,14,74,34,85,68c14225,9093,14221,9108,14211,9121v-14,18,-33,26,-54,33c14133,9162,14105,9165,14080,9161v-17,-3,-29,-7,-43,-15em14073,8896v12,-17,32,-24,52,-34c14150,8850,14176,8842,14202,8833v21,-7,47,-11,67,-19c14285,8807,14300,8806,14319,8804em13528,9627v4,13,8,14,9,28c13540,9688,13538,9721,13536,9754v-1,16,-1,33,-1,49c13534,9854,13533,9904,13528,9954v-4,42,-11,84,-14,127c13512,10112,13509,10143,13508,10173v-2,55,-9,109,-13,164c13493,10364,13491,10391,13489,10418v-3,43,-8,85,-11,128c13472,10616,13463,10685,13458,10755v-3,42,,83,4,125c13465,10915,13487,11003,13465,11035v-3,-3,-6,-5,-9,-8em12798,9580v1,-3,2,-7,3,-10c12812,9589,12810,9605,12809,9628v-1,31,,63,,94c12809,9761,12812,9799,12815,9838v4,45,7,91,14,136c12832,9992,12829,10011,12843,9993em13706,9784v-3,-1,-7,-3,-10,-4c13712,9779,13727,9781,13743,9781v21,-1,41,,62,-1c13823,9779,13845,9778,13863,9774v16,-3,29,-5,45,-10em14060,9577v-12,4,-21,5,-33,7c14036,9568,14048,9550,14064,9540v18,-11,36,-19,56,-25c14137,9510,14152,9508,14166,9521v17,16,13,43,11,63c14174,9614,14163,9642,14157,9671v-4,19,-8,37,1,55c14168,9748,14192,9758,14209,9774v18,17,31,33,38,57c14254,9853,14254,9875,14243,9896v-16,31,-44,48,-75,61c14146,9966,14127,9971,14103,9970v-13,-1,-17,-1,-25,-1em12622,10467v16,-11,32,-22,50,-30c12691,10429,12715,10419,12736,10417v29,-3,50,10,59,38c12814,10514,12789,10590,12758,10640v-18,29,-42,53,-71,71c12673,10720,12647,10729,12631,10718v-16,-11,-15,-12,-16,-31c12632,10682,12638,10679,12656,10690v20,12,38,30,57,44c12738,10752,12761,10766,12790,10777v23,9,49,16,74,15c12886,10791,12901,10789,12921,10783em13714,10493v3,-15,14,-14,31,-16c13767,10474,13789,10471,13811,10469v21,-2,45,,65,-5c13893,10460,13910,10458,13926,10452v11,-5,14,-6,20,-11em14102,10280v18,9,16,23,20,44c14129,10358,14132,10392,14136,10426v5,44,5,87,9,131c14148,10592,14152,10628,14156,10663v2,19,3,40,10,59c14168,10726,14169,10730,14171,10734em13467,10992v2,-3,5,-6,7,-9c13475,10997,13477,11010,13477,11024v,18,1,35,2,53c13480,11101,13480,11126,13480,11150v,28,1,56,2,84c13485,11326,13481,11418,13486,11509v1,25,1,48,,73c13485,11615,13480,11648,13479,11681v-1,59,3,117,14,175c13496,11870,13501,11885,13503,11900v1,11,-2,20,-2,30em12687,11163v-8,14,-13,21,-24,31c12663,11169,12677,11159,12702,11148v29,-13,63,-9,86,14c12810,11185,12810,11221,12807,11250v-3,23,-9,43,-16,65c12782,11343,12786,11345,12810,11360v19,12,38,25,52,43c12873,11418,12884,11434,12885,11453v1,19,-10,34,-25,44c12838,11513,12810,11517,12784,11521v-26,4,-50,4,-76,c12666,11514,12688,11502,12714,11490em13815,11147v4,-14,4,-18,7,-27c13831,11145,13828,11163,13827,11191v-1,43,-5,86,-7,129c13818,11364,13818,11409,13821,11453v2,33,10,65,15,97c13838,11561,13839,11603,13846,11581e" filled="f" strokeweight="1pt">
            <v:stroke endcap="round"/>
            <v:path shadowok="f" o:extrusionok="f" fillok="f" insetpenok="f"/>
            <o:lock v:ext="edit" rotation="t" aspectratio="t" verticies="t" text="t" shapetype="t"/>
            <o:ink i="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" annotation="t"/>
          </v:shape>
        </w:pict>
      </w:r>
      <w:r>
        <w:rPr>
          <w:noProof/>
        </w:rPr>
        <w:pict>
          <v:shape id="_x0000_s1032" style="position:absolute;left:0;text-align:left;margin-left:262.1pt;margin-top:268.45pt;width:158.3pt;height:120.5pt;z-index:251664384" coordorigin="10517,12375" coordsize="5583,4252" path="m10730,12657v-2,-3,-4,-7,-6,-10c10738,12662,10739,12674,10745,12693v6,18,11,35,16,53c10765,12760,10776,12804,10773,12789v-1,-4,-2,-7,-3,-11em10680,12625v5,-20,12,-27,34,-32c10740,12587,10770,12588,10796,12591v29,4,61,12,86,28c10901,12631,10917,12649,10922,12671v5,21,-4,37,-15,54c10894,12746,10876,12754,10854,12765v-18,9,-37,16,-57,20c10786,12786,10781,12787,10773,12788em10850,12456v-19,-12,-21,-20,-46,-21c10765,12433,10724,12453,10693,12475v-35,25,-68,52,-96,85c10568,12595,10539,12637,10525,12681v-19,58,-5,116,38,159c10591,12868,10629,12893,10665,12907v40,16,83,22,126,22c10846,12929,10904,12914,10956,12897v42,-14,84,-30,124,-50c11113,12831,11150,12811,11175,12784v27,-30,42,-67,45,-107c11225,12608,11194,12538,11147,12490v-68,-70,-177,-95,-270,-73c10858,12421,10839,12428,10821,12434em13435,12375v3,55,5,101,,157c13347,13580,13314,14608,13291,15659v-5,246,-4,496,-33,737c13253,16440,13255,16487,13252,16531v-2,30,18,44,15,74c13266,16619,13252,16595,13253,16609em10946,14660v269,-10,538,-16,808,-15c12289,14647,12825,14653,13360,14661v913,13,1826,52,2739,62em12550,14052v-5,26,24,-24,33,-36c12600,13993,12616,13970,12633,13947v19,-27,40,-53,63,-76c12710,13857,12726,13837,12745,13830v27,-10,34,5,40,29c12791,13882,12797,13905,12804,13928v7,23,17,49,31,69c12846,14013,12862,14030,12877,14042v11,8,13,10,-2,16em13556,14050v10,-18,18,-37,27,-56c13597,13965,13614,13937,13631,13909v18,-29,39,-56,64,-80c13713,13812,13735,13798,13759,13794v20,-4,36,2,53,13c13831,13819,13842,13843,13852,13863v15,30,27,62,42,92c13905,13978,13917,13996,13934,14015em12705,15063v2,-3,5,-6,7,-9c12719,15063,12727,15068,12733,15084v8,22,12,45,19,68c12761,15182,12773,15213,12786,15242v13,28,31,58,51,82c12868,15360,12907,15387,12948,15411v79,45,163,82,254,87c13259,15501,13314,15486,13368,15468v41,-14,82,-30,121,-48c13513,15409,13536,15396,13558,15382v39,-24,76,-49,112,-77c13695,15286,13716,15265,13737,15243v20,-22,41,-44,60,-67c13821,15147,13843,15117,13869,15090e" filled="f" strokeweight="1pt">
            <v:stroke endcap="round"/>
            <v:path shadowok="f" o:extrusionok="f" fillok="f" insetpenok="f"/>
            <o:lock v:ext="edit" rotation="t" aspectratio="t" verticies="t" text="t" shapetype="t"/>
            <o:ink i="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" annotation="t"/>
          </v:shape>
        </w:pict>
      </w:r>
      <w:r>
        <w:rPr>
          <w:noProof/>
        </w:rPr>
        <w:pict>
          <v:shape id="_x0000_s1033" style="position:absolute;left:0;text-align:left;margin-left:16.35pt;margin-top:410.4pt;width:23.1pt;height:18.95pt;z-index:251665408" coordorigin="1846,17383" coordsize="815,669" path="m2093,17669v-4,23,-8,47,-15,69c2071,17762,2063,17788,2053,17811v-8,17,-15,32,-19,50c2054,17866,2067,17864,2088,17860v42,-9,83,-19,125,-29c2229,17827,2250,17824,2264,17816v3,-3,7,-6,10,-9em2085,17674v3,-20,12,-22,28,-33c2137,17625,2162,17613,2188,17600v24,-12,50,-24,75,-33c2274,17564,2276,17564,2283,17562em2084,17769v18,2,37,-4,56,-8c2170,17754,2199,17743,2229,17736v24,-6,48,-14,71,-23c2304,17711,2308,17709,2312,17707em2352,17406v-32,-19,-47,-23,-86,-21c2228,17387,2193,17407,2161,17424v-48,26,-90,59,-132,94c1981,17558,1943,17603,1908,17655v-33,49,-53,99,-60,157c1836,17910,1890,17984,1977,18022v119,51,265,35,375,-27c2397,17970,2440,17936,2477,17900v39,-38,78,-83,108,-128c2621,17717,2655,17656,2660,17589v6,-75,-35,-135,-100,-169c2524,17401,2484,17390,2443,17385v-62,-7,-122,1,-180,19c2238,17412,2215,17421,2190,17431e" filled="f" strokeweight="1pt">
            <v:stroke endcap="round"/>
            <v:path shadowok="f" o:extrusionok="f" fillok="f" insetpenok="f"/>
            <o:lock v:ext="edit" rotation="t" aspectratio="t" verticies="t" text="t" shapetype="t"/>
            <o:ink i="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" annotation="t"/>
          </v:shape>
        </w:pict>
      </w:r>
      <w:r>
        <w:rPr>
          <w:noProof/>
        </w:rPr>
        <w:pict>
          <v:shape id="_x0000_s1034" style="position:absolute;left:0;text-align:left;margin-left:55.35pt;margin-top:407.45pt;width:192.75pt;height:25.35pt;z-index:251666432" coordorigin="3223,17279" coordsize="6800,895" path="m3461,17459v9,-4,12,-6,15,-13c3455,17440,3441,17436,3419,17442v-18,5,-32,14,-48,23c3351,17477,3333,17491,3315,17505v-26,20,-51,43,-69,71c3235,17592,3227,17607,3224,17626v-3,17,1,34,11,48c3250,17694,3278,17710,3299,17722v17,10,42,19,54,36c3373,17784,3370,17807,3353,17835v-12,20,-28,36,-43,54c3301,17899,3297,17903,3292,17911v16,7,28,5,44,10c3364,17929,3358,17942,3351,17963v-4,14,-18,29,-25,42c3313,18028,3306,18049,3304,18075v-1,13,-3,34,3,46c3319,18143,3340,18148,3363,18149v12,,22,-2,33,-3em3861,17573v-6,22,-18,37,-28,58c3815,17667,3797,17706,3785,17744v-14,44,-26,91,-29,137c3754,17918,3758,17952,3776,17984v11,20,28,40,49,51c3840,18043,3858,18045,3875,18046em4068,17755v-25,8,13,-20,22,-25c4107,17721,4126,17717,4145,17716v17,-1,35,3,47,16c4205,17746,4208,17764,4207,17782v-1,29,-13,55,-26,81c4166,17891,4148,17915,4124,17936v-15,13,-32,27,-52,30c4069,17966,4066,17966,4063,17966v4,-18,14,-19,34,-24c4115,17938,4134,17937,4153,17938v19,1,36,6,54,9c4222,17950,4238,17954,4253,17958v14,4,21,5,35,3em4432,17969v23,14,28,26,30,54c4463,18039,4461,18059,4457,18075v-4,17,-10,26,-8,43em4631,17699v-6,9,-8,13,-11,20c4622,17699,4628,17691,4647,17680v16,-9,33,-14,52,-13c4729,17669,4737,17694,4735,17720v-1,17,-8,34,-12,50c4718,17789,4726,17801,4741,17814v20,17,46,25,65,44c4818,17870,4826,17888,4824,17906v-2,20,-19,29,-34,38c4771,17956,4749,17963,4726,17966v-17,2,-29,3,-46,em4859,17565v21,-3,34,4,53,17c4950,17607,4979,17642,5001,17681v23,41,34,88,41,134c5049,17860,5048,17902,5040,17946v-5,28,-12,57,-27,82c5006,18038,5004,18041,4999,18047em5424,17528v-7,19,-16,37,-27,55c5377,17616,5359,17651,5342,17686v-22,45,-40,94,-47,144c5289,17871,5290,17915,5307,17954v14,31,40,55,68,74c5399,18044,5430,18057,5458,18061v4,,8,-1,12,-1em5562,17694v,10,,14,-1,21c5573,17698,5586,17686,5605,17676v12,-6,27,-14,41,-12c5675,17668,5672,17698,5670,17719v-2,22,-8,41,-15,62c5652,17792,5646,17812,5654,17823v12,17,33,24,50,36c5720,17870,5735,17885,5741,17904v5,15,-5,31,-17,40c5707,17957,5685,17961,5665,17966v-13,3,-34,8,-47,5c5615,17970,5612,17968,5609,17967em5842,17936v19,12,25,24,30,48c5876,18000,5877,18017,5876,18033v-1,15,-5,28,-12,41em5998,17689v-2,3,-4,7,-6,10c5998,17683,6009,17674,6028,17668v15,-4,32,-7,47,-4c6093,17667,6106,17682,6107,17700v2,20,-5,42,,62c6112,17779,6127,17794,6140,17805v22,18,52,31,71,53c6221,17870,6228,17887,6221,17902v-8,17,-32,22,-48,28c6150,17938,6130,17939,6106,17937v-15,-1,-20,-2,-33,-9em6226,17519v19,-1,22,-6,41,4c6305,17543,6337,17571,6363,17605v37,48,59,106,75,163c6450,17811,6458,17856,6462,17901v2,25,3,55,-10,77c6442,17995,6433,17998,6417,18006em6763,17921v8,19,11,33,6,54c6765,17991,6758,18007,6751,18022em5192,18056v5,16,9,32,11,49c5205,18122,5206,18146,5202,18163v-2,3,-3,7,-5,10em7079,17565v8,-9,10,-12,18,-15c7090,17570,7082,17590,7072,17609v-19,38,-39,76,-50,117c7010,17770,7007,17818,7016,17863v12,63,60,100,120,110em7307,17659v3,-25,-4,18,-5,21c7295,17701,7290,17723,7281,17743v-4,9,-23,42,-11,53c7285,17809,7316,17798,7332,17795v24,-4,48,-7,71,-15c7416,17775,7429,17770,7442,17764em7451,17673v,17,-6,28,-8,44c7440,17744,7438,17772,7437,17800v-1,25,-5,53,,77c7442,17893,7444,17898,7449,17908em7605,17870v22,14,28,21,34,46c7643,17933,7647,17950,7647,17968v,15,-1,27,-6,41em7744,17596v-9,8,-15,16,-24,24c7719,17596,7731,17591,7755,17582v21,-8,47,-10,67,1c7847,17597,7846,17630,7846,17654v,24,4,47,23,63c7890,17735,7915,17748,7938,17763v22,15,56,35,64,63c8009,17850,7983,17865,7965,17871v-23,7,-47,8,-70,11c7880,17884,7871,17881,7857,17879em7986,17439v37,28,71,56,98,94c8110,17570,8125,17612,8139,17655v15,46,21,92,28,140c8172,17828,8175,17858,8170,17891v-3,20,-11,31,-26,43em8401,17917v12,21,10,31,7,53c8405,17990,8396,18002,8385,18019v-7,12,-10,17,-19,22em8731,17496v4,21,-5,28,-13,47c8704,17579,8688,17615,8677,17652v-14,45,-24,95,-21,143c8659,17836,8671,17867,8698,17898v18,21,40,23,66,24em8920,17592v-9,14,-24,36,-26,53c8891,17665,8901,17685,8915,17699v18,18,43,27,65,39c9000,17749,9022,17760,9038,17776v11,11,16,24,10,38c9041,17831,9022,17836,9007,17843v-17,8,-39,18,-58,19c8929,17863,8921,17856,8906,17845em8909,17625v14,-14,30,-28,48,-36c8978,17580,9002,17575,9024,17568v18,-6,35,-6,54,-6c9082,17562,9085,17562,9089,17562em9224,17839v5,19,6,34,7,53c9232,17911,9232,17930,9230,17950v,4,-16,53,-27,36c9203,17980,9203,17975,9203,17969em9375,17541v-10,4,-13,6,-15,14c9370,17541,9379,17532,9396,17527v16,-5,33,-9,50,-6c9466,17524,9480,17538,9483,17559v2,17,-6,38,-10,54c9469,17631,9467,17644,9474,17662v8,19,27,31,42,44c9534,17721,9552,17736,9565,17756v11,17,9,31,-5,45c9544,17817,9521,17824,9500,17829v-24,6,-42,6,-65,4c9424,17833,9420,17832,9415,17824em9532,17370v18,3,25,,42,14c9598,17403,9616,17432,9632,17457v24,38,41,78,53,121c9700,17629,9706,17683,9708,17736v1,47,-3,95,-13,141c9691,17895,9683,17935,9669,17949v-17,17,-16,,-23,-3em9755,17305v15,-8,19,-12,39,-16c9848,17277,9911,17273,9965,17286v33,8,57,23,55,59c10019,17364,9996,17385,9986,17399v-11,15,-22,30,-33,45c9939,17464,9924,17484,9912,17505v-9,15,-16,31,-22,48c9885,17567,9881,17583,9888,17597v8,18,20,26,36,37c9946,17649,9950,17648,9939,17673v-12,27,-39,31,-40,64c9898,17750,9913,17767,9918,17778v9,20,16,39,23,60c9956,17884,9970,17932,9979,17979v4,24,,42,-8,64c9962,18068,9937,18079,9915,18089v-21,10,-41,14,-63,19e" filled="f" strokeweight="1pt">
            <v:stroke endcap="round"/>
            <v:path shadowok="f" o:extrusionok="f" fillok="f" insetpenok="f"/>
            <o:lock v:ext="edit" rotation="t" aspectratio="t" verticies="t" text="t" shapetype="t"/>
            <o:ink i="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" annotation="t"/>
          </v:shape>
        </w:pict>
      </w:r>
      <w:r>
        <w:rPr>
          <w:noProof/>
        </w:rPr>
        <w:pict>
          <v:shape id="_x0000_s1035" style="position:absolute;left:0;text-align:left;margin-left:14.45pt;margin-top:469.3pt;width:17.8pt;height:17.45pt;z-index:251667456" coordorigin="1780,19461" coordsize="627,615" path="m1910,19632v,13,3,27,6,40c1922,19699,1923,19726,1926,19753v4,34,2,67,2,102c1928,19879,1928,19902,1926,19925v-3,30,12,-15,14,-19em1936,19646v1,-17,20,-19,40,-25c2009,19611,2041,19599,2074,19589v33,-10,67,-19,101,-29c2198,19553,2197,19549,2205,19568em1942,19767v-2,4,-5,8,-7,12c1962,19791,1980,19791,2010,19790v36,-1,72,-8,108,-13c2146,19773,2179,19761,2207,19760v3,1,7,1,10,2em2179,19982v14,-5,28,-9,43,-15c2242,19959,2262,19952,2281,19941v55,-33,84,-83,102,-143c2395,19757,2401,19717,2404,19675v3,-38,1,-76,-10,-112c2385,19533,2366,19507,2340,19489v-54,-37,-122,-31,-181,-16c2101,19487,2049,19515,2004,19554v-43,37,-83,80,-114,127c1840,19756,1792,19845,1781,19936v-6,50,7,103,56,126c1873,20079,1916,20077,1955,20073v49,-5,96,-18,143,-32c2136,20030,2173,20016,2210,20001v21,-8,39,-18,59,-28e" filled="f" strokeweight="1pt">
            <v:stroke endcap="round"/>
            <v:path shadowok="f" o:extrusionok="f" fillok="f" insetpenok="f"/>
            <o:lock v:ext="edit" rotation="t" aspectratio="t" verticies="t" text="t" shapetype="t"/>
            <o:ink i="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" annotation="t"/>
          </v:shape>
        </w:pict>
      </w:r>
      <w:r>
        <w:rPr>
          <w:noProof/>
        </w:rPr>
        <w:pict>
          <v:shape id="_x0000_s1036" style="position:absolute;left:0;text-align:left;margin-left:51.8pt;margin-top:468.6pt;width:6.1pt;height:17pt;z-index:251668480" coordorigin="3098,19436" coordsize="215,600" path="m3268,19449v11,-4,19,-8,29,-13c3279,19440,3265,19445,3248,19452v-22,9,-39,20,-58,33c3163,19503,3137,19519,3116,19545v-14,18,-23,38,-12,60c3113,19621,3148,19631,3163,19638v29,13,62,21,84,44c3262,19698,3263,19713,3258,19733v-5,20,-24,49,-15,70c3249,19817,3273,19830,3283,19841v21,23,5,56,-8,79c3263,19941,3241,19962,3237,19987v-4,29,15,32,36,38c3286,20029,3299,20032,3312,20035e" filled="f" strokeweight="1pt">
            <v:stroke endcap="round"/>
            <v:path shadowok="f" o:extrusionok="f" fillok="f" insetpenok="f"/>
            <o:lock v:ext="edit" rotation="t" aspectratio="t" verticies="t" text="t" shapetype="t"/>
            <o:ink i="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" annotation="t"/>
          </v:shape>
        </w:pict>
      </w:r>
      <w:r>
        <w:rPr>
          <w:noProof/>
        </w:rPr>
        <w:pict>
          <v:shape id="_x0000_s1037" style="position:absolute;left:0;text-align:left;margin-left:69.5pt;margin-top:467.8pt;width:43.05pt;height:15.8pt;z-index:251669504" coordorigin="3722,19408" coordsize="1519,557" path="m3794,19529v3,-3,7,-5,10,-8c3796,19539,3785,19556,3778,19575v-17,42,-34,86,-44,130c3724,19753,3718,19803,3725,19852v5,35,22,62,51,82c3796,19948,3818,19951,3842,19954em3994,19727v22,1,43,,65,-5c4083,19717,4108,19712,4131,19706v15,-4,31,-11,46,-14c4180,19692,4184,19691,4187,19691em4370,19570v-4,18,-11,37,-15,55c4350,19649,4345,19673,4338,19697v-2,8,-17,42,-3,49c4347,19752,4383,19742,4395,19739v24,-6,47,-11,70,-19c4479,19715,4488,19709,4500,19700em4494,19583v-5,20,-3,33,-3,54c4491,19667,4495,19696,4496,19726v1,30,9,56,13,86c4509,19825,4509,19829,4514,19837em4653,19801v22,9,41,17,57,35c4725,19853,4736,19875,4736,19899v,16,-8,39,-17,52c4716,19954,4714,19956,4711,19959em4930,19644v7,21,9,43,14,64c4950,19733,4956,19758,4960,19783v3,18,2,33,9,49em4991,19408v32,20,61,43,85,72c5114,19526,5145,19578,5171,19631v26,53,46,111,58,169c5236,19836,5245,19878,5237,19914v-4,17,-11,34,-18,50e" filled="f" strokeweight="1pt">
            <v:stroke endcap="round"/>
            <v:path shadowok="f" o:extrusionok="f" fillok="f" insetpenok="f"/>
            <o:lock v:ext="edit" rotation="t" aspectratio="t" verticies="t" text="t" shapetype="t"/>
            <o:ink i="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" annotation="t"/>
          </v:shape>
        </w:pict>
      </w:r>
      <w:r>
        <w:rPr>
          <w:noProof/>
        </w:rPr>
        <w:pict>
          <v:shape id="_x0000_s1038" style="position:absolute;left:0;text-align:left;margin-left:120.15pt;margin-top:480.45pt;width:.8pt;height:3.7pt;z-index:251670528" coordorigin="5508,19854" coordsize="28,131" path="m5524,19854v9,16,10,29,10,48c5534,19922,5531,19938,5525,19957v-4,13,-8,17,-17,27e" filled="f" strokeweight="1pt">
            <v:stroke endcap="round"/>
            <v:path shadowok="f" o:extrusionok="f" fillok="f" insetpenok="f"/>
            <o:lock v:ext="edit" rotation="t" aspectratio="t" verticies="t" text="t" shapetype="t"/>
            <o:ink i="ALcBHQIEDAEgAGgMAAAAAADAAAAAAAAARljPVIrml8VPjwb4utLhmyIDHWQFFEYAAAAASBVFIxsC&#10;OYsARiMbAjmLAFcNAAAABQM4C2UZIDIJAJiDAwHGwx5FMwkAjKMCAZTDHkU4CAD+AwAAAIB/Fd1/&#10;fT8E43w/AABAOAAAlroKOBCE/DS1+GknSpeE4xRwadCE/ReV+i7XbwEbTTnHTmzghOpCG28Z1jGN&#10;+XjgCgARIGB0KeVG4coB&#10;" annotation="t"/>
          </v:shape>
        </w:pict>
      </w:r>
      <w:r>
        <w:rPr>
          <w:noProof/>
        </w:rPr>
        <w:pict>
          <v:shape id="_x0000_s1039" style="position:absolute;left:0;text-align:left;margin-left:127.8pt;margin-top:460.95pt;width:93.35pt;height:23.65pt;z-index:251671552" coordorigin="5778,19166" coordsize="3293,835" path="m5876,19396v-1,32,-15,66,-26,97c5828,19556,5809,19620,5796,19685v-12,59,-24,125,-15,185c5787,19907,5804,19942,5836,19963v19,12,37,14,58,16em6000,19738v17,1,30,,47,-2c6073,19733,6098,19726,6124,19726v12,,17,,25,em6350,19509v-1,20,1,40,-2,60c6345,19593,6341,19617,6336,19640v-4,18,-8,40,-16,57c6318,19701,6315,19704,6313,19708v15,-15,27,-28,48,-35c6380,19666,6402,19663,6422,19661v11,-1,40,,49,-7c6475,19643,6476,19640,6478,19632em6468,19535v,25,-1,52,3,77c6476,19646,6483,19681,6490,19715v5,26,12,51,19,76c6513,19803,6516,19810,6523,19820em6735,19824v15,6,19,18,24,35c6765,19880,6766,19898,6764,19919v-1,20,-7,40,-19,57c6739,19984,6725,20007,6711,20000v-3,-3,-6,-6,-9,-9em6917,19556v13,-14,27,-23,47,-25c6981,19529,7002,19530,7016,19542v17,15,19,44,14,65c7023,19639,7005,19668,6991,19697v-8,15,-26,42,-21,60c6974,19772,6997,19775,7010,19775v19,,46,-4,63,-11c7091,19757,7110,19755,7124,19738v2,-4,3,-7,5,-11em7157,19335v28,5,37,15,57,36c7243,19401,7269,19435,7286,19473v21,45,30,95,35,144c7326,19666,7326,19725,7312,19773v-4,15,-9,26,-12,42em7534,19718v24,1,15,12,16,34c7551,19778,7551,19802,7549,19828v-1,18,,71,-8,54c7540,19875,7538,19868,7537,19861em7841,19368v-10,32,-21,65,-32,97c7791,19520,7779,19575,7769,19632v-11,62,-18,130,-1,192c7776,19854,7795,19865,7824,19865v19,-1,26,-1,36,-11em7964,19579v17,-4,33,-3,50,-5c8033,19572,8057,19569,8075,19562v12,-4,21,-11,31,-19em8162,19421v,17,-4,30,-6,46c8154,19485,8154,19505,8160,19522v7,18,25,26,43,30c8225,19556,8252,19556,8273,19548v18,-7,29,-17,39,-32em8314,19406v-3,19,-2,35,-3,54c8310,19489,8309,19519,8309,19548v-1,37,,73,2,110c8311,19672,8312,19677,8320,19684em8518,19627v11,21,13,38,9,62c8524,19711,8517,19733,8510,19754v-5,12,-6,15,-8,23em8723,19358v-11,6,-18,9,-27,17c8699,19361,8704,19349,8717,19340v12,-7,27,-10,41,-10c8779,19331,8793,19340,8800,19360v7,20,,39,-3,59c8794,19437,8791,19458,8797,19475v8,20,28,32,44,45c8857,19534,8875,19543,8886,19562v11,19,2,29,-15,41c8856,19613,8834,19618,8817,19618v-11,,-43,3,-48,-11c8770,19604,8771,19600,8772,19597em8879,19166v24,7,35,12,55,30c8969,19227,9001,19268,9022,19310v26,51,45,113,48,171c9073,19538,9063,19596,9045,19650v-12,37,-30,72,-49,105c8994,19759,8992,19763,8990,19767e" filled="f" strokeweight="1pt">
            <v:stroke endcap="round"/>
            <v:path shadowok="f" o:extrusionok="f" fillok="f" insetpenok="f"/>
            <o:lock v:ext="edit" rotation="t" aspectratio="t" verticies="t" text="t" shapetype="t"/>
            <o:ink i="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" annotation="t"/>
          </v:shape>
        </w:pict>
      </w:r>
      <w:r>
        <w:rPr>
          <w:noProof/>
        </w:rPr>
        <w:pict>
          <v:shape id="_x0000_s1040" style="position:absolute;left:0;text-align:left;margin-left:227.8pt;margin-top:459.3pt;width:55.3pt;height:22.15pt;z-index:251672576" coordorigin="9307,19108" coordsize="1951,782" path="m9338,19632v4,20,12,45,12,65c9350,19722,9345,19751,9338,19775v-1,5,-21,51,-31,43c9307,19814,9307,19810,9307,19806em9638,19296v-19,38,-41,78,-54,118c9567,19468,9553,19525,9546,19582v-7,50,-5,98,11,146c9565,19752,9576,19785,9604,19791v16,,20,,30,-4em9781,19521v1,-4,1,-7,2,-11c9805,19508,9824,19503,9845,19497v23,-7,42,-14,64,-24em9986,19377v-9,16,-14,39,-2,58c9994,19450,10015,19463,10032,19468v21,6,38,8,59,c10104,19463,10110,19455,10119,19445em10119,19351v-13,20,-13,29,-13,53c10106,19443,10105,19483,10107,19522v2,28,3,56,11,82em10325,19572v4,21,4,39,-2,60c10317,19655,10310,19679,10303,19702v-3,12,-8,22,-12,33em10479,19334v16,1,12,16,13,36c10494,19395,10502,19417,10518,19436v17,20,41,28,64,37c10610,19484,10619,19487,10640,19467em10630,19337v2,21,3,41,5,62c10638,19436,10640,19472,10642,19509v1,33,2,66,8,99c10654,19628,10652,19627,10669,19633em10765,19180v25,25,36,48,49,81c10839,19322,10848,19384,10857,19449v10,69,10,137,2,207c10854,19702,10845,19748,10836,19793v-5,17,-5,22,-11,32em11012,19129v13,-13,16,-13,34,-17c11079,19105,11116,19108,11149,19109v28,1,75,2,99,21c11268,19146,11253,19169,11244,19186v-8,14,-19,26,-29,38c11188,19256,11154,19278,11123,19306v-21,19,-49,45,-62,71c11053,19392,11043,19408,11053,19425v15,27,65,24,91,26c11130,19459,11091,19474,11086,19494v-5,22,29,43,40,57c11143,19573,11156,19596,11166,19622v20,54,61,128,39,186c11191,19843,11157,19852,11126,19864v-47,18,-91,25,-141,23e" filled="f" strokeweight="1pt">
            <v:stroke endcap="round"/>
            <v:path shadowok="f" o:extrusionok="f" fillok="f" insetpenok="f"/>
            <o:lock v:ext="edit" rotation="t" aspectratio="t" verticies="t" text="t" shapetype="t"/>
            <o:ink i="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" annotation="t"/>
          </v:shape>
        </w:pict>
      </w:r>
      <w:r>
        <w:rPr>
          <w:noProof/>
        </w:rPr>
        <w:pict>
          <v:shape id="_x0000_s1041" style="position:absolute;left:0;text-align:left;margin-left:6.3pt;margin-top:538.5pt;width:22.45pt;height:21.9pt;z-index:251673600" coordorigin="1492,21903" coordsize="793,772" path="m1928,22046v1,13,3,24,6,37c1939,22062,1934,22044,1909,22037v-14,-4,-39,18,-48,26c1829,22094,1803,22138,1786,22179v-16,39,-30,86,-30,128c1756,22340,1760,22378,1783,22404v18,21,47,31,74,31c1880,22435,1893,22430,1912,22419v11,-8,15,-11,19,-21em1944,22317v20,-7,36,-11,55,4c2019,22336,2026,22354,2031,22377v5,21,4,42,3,63c2033,22456,2029,22472,2031,22488v3,13,2,19,13,13em2005,21921v-29,-14,-40,-21,-77,-15c1896,21912,1863,21927,1834,21942v-48,26,-94,57,-134,94c1649,22084,1600,22136,1563,22196v-34,55,-61,113,-69,178c1484,22451,1516,22510,1566,22565v43,47,102,81,163,98c1828,22691,1934,22661,2020,22609v46,-28,91,-61,128,-100c2178,22478,2210,22447,2231,22409v21,-38,40,-81,47,-124c2285,22243,2286,22197,2276,22155v-10,-41,-31,-77,-59,-109c2188,22013,2156,21989,2118,21968v-36,-20,-76,-40,-117,-45c1976,21920,1960,21923,1940,21935v-13,8,-20,18,-31,29e" filled="f" strokeweight="1pt">
            <v:stroke endcap="round"/>
            <v:path shadowok="f" o:extrusionok="f" fillok="f" insetpenok="f"/>
            <o:lock v:ext="edit" rotation="t" aspectratio="t" verticies="t" text="t" shapetype="t"/>
            <o:ink i="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" annotation="t"/>
          </v:shape>
        </w:pict>
      </w:r>
      <w:r>
        <w:rPr>
          <w:noProof/>
        </w:rPr>
        <w:pict>
          <v:shape id="_x0000_s1042" style="position:absolute;left:0;text-align:left;margin-left:62.55pt;margin-top:544pt;width:23.45pt;height:21.7pt;z-index:251674624" coordorigin="3476,22097" coordsize="828,764" path="m3476,22107v9,5,9,-10,12,21c3490,22152,3491,22176,3495,22200v6,31,20,56,43,78c3572,22310,3624,22331,3670,22311v38,-16,62,-59,71,-98c3745,22196,3743,22180,3742,22163v-3,23,-4,30,1,56c3755,22277,3797,22331,3827,22381v59,100,132,212,138,331c3967,22752,3953,22788,3922,22814v-55,44,-137,47,-204,45c3681,22858,3635,22858,3599,22846v-26,-9,-40,-18,-49,-41c3551,22801,3551,22796,3552,22792em4035,22179v-4,,-8,,-12,c4044,22181,4066,22180,4087,22180v30,-1,61,-4,91,-5c4198,22175,4222,22167,4241,22167v4,1,8,2,12,3em4080,22336v23,8,40,3,65,3c4172,22339,4199,22339,4226,22336v19,-2,38,-1,56,-3c4293,22331,4296,22331,4303,22331e" filled="f" strokeweight="1pt">
            <v:stroke endcap="round"/>
            <v:path shadowok="f" o:extrusionok="f" fillok="f" insetpenok="f"/>
            <o:lock v:ext="edit" rotation="t" aspectratio="t" verticies="t" text="t" shapetype="t"/>
            <o:ink i="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" annotation="t"/>
          </v:shape>
        </w:pict>
      </w:r>
      <w:r>
        <w:rPr>
          <w:noProof/>
        </w:rPr>
        <w:pict>
          <v:shape id="_x0000_s1043" style="position:absolute;left:0;text-align:left;margin-left:99.3pt;margin-top:533.5pt;width:56.8pt;height:22.5pt;z-index:251675648" coordorigin="4773,21725" coordsize="2003,794" path="m4821,22040v-4,11,-6,15,-6,24c4827,22052,4838,22039,4853,22028v32,-22,87,-47,122,-17c5016,22047,5013,22114,5003,22162v-12,60,-45,120,-86,165c4891,22357,4854,22385,4818,22402v-16,7,-29,6,-45,8c4790,22389,4806,22384,4834,22379v34,-7,69,-6,103,-3c4976,22380,5012,22389,5049,22402v21,7,43,16,65,19c5135,22423,5133,22424,5152,22413em5258,22203v19,9,33,21,50,33c5335,22256,5362,22278,5390,22297v31,20,61,42,92,61c5504,22371,5527,22381,5550,22392v35,16,12,-2,-3,-20em5493,22150v-18,21,-32,43,-44,68c5428,22261,5405,22301,5382,22343v-28,51,-57,101,-83,153c5293,22507,5292,22510,5291,22518em5565,21738v14,-12,27,-16,48,-13c5630,21727,5643,21738,5646,21755v3,17,-8,33,-16,47c5622,21817,5612,21831,5606,21847v-8,22,9,36,30,38c5657,21887,5677,21883,5698,21879v15,-3,37,-11,53,-9c5754,21871,5757,21873,5760,21874em5931,22289v22,1,38,-6,60,-9c6014,22277,6035,22272,6057,22267v14,-3,34,-4,47,-10c6117,22251,6128,22246,6142,22242em6525,21973v1,18,-1,43,-5,60c6513,22061,6507,22089,6498,22117v-4,13,-20,37,-18,51c6483,22190,6522,22181,6536,22180v35,-3,81,-5,114,-18c6673,22153,6705,22139,6721,22120v3,-5,6,-9,9,-14em6735,21967v,29,2,59,2,88c6737,22100,6741,22144,6743,22189v2,46,4,92,8,138c6754,22362,6761,22396,6765,22430v3,21,31,66,10,62c6773,22489,6771,22486,6769,22483e" filled="f" strokeweight="1pt">
            <v:stroke endcap="round"/>
            <v:path shadowok="f" o:extrusionok="f" fillok="f" insetpenok="f"/>
            <o:lock v:ext="edit" rotation="t" aspectratio="t" verticies="t" text="t" shapetype="t"/>
            <o:ink i="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" annotation="t"/>
          </v:shape>
        </w:pict>
      </w:r>
      <w:r>
        <w:rPr>
          <w:noProof/>
        </w:rPr>
        <w:pict>
          <v:shape id="_x0000_s1044" style="position:absolute;left:0;text-align:left;margin-left:7.1pt;margin-top:599.2pt;width:20.05pt;height:18.45pt;z-index:251676672" coordorigin="1520,24044" coordsize="708,651" path="m1706,24204v-2,18,,32,1,49c1709,24275,1716,24297,1717,24319v1,24,4,48,5,72c1723,24409,1723,24424,1728,24441v8,-9,11,-12,11,-21em1814,24163v14,12,19,33,27,52c1853,24244,1866,24271,1880,24298v13,25,27,49,38,74c1927,24393,1933,24413,1935,24436v-14,,-20,-1,-28,-10em1781,24351v-2,-3,-4,-6,-6,-9c1795,24345,1818,24344,1838,24341v26,-4,53,-10,77,-19c1932,24316,1944,24311,1959,24301em1846,24044v-39,1,-70,3,-105,20c1707,24080,1674,24109,1650,24138v-32,39,-64,84,-85,130c1542,24319,1527,24375,1522,24431v-5,51,2,97,22,144c1566,24626,1602,24660,1654,24681v84,34,180,-4,255,-45c2025,24573,2161,24487,2213,24360v14,-34,18,-71,13,-107c2221,24211,2199,24173,2168,24145v-54,-50,-135,-70,-206,-56c1936,24094,1909,24104,1886,24118v-12,8,-16,11,-23,17e" filled="f" strokeweight="1pt">
            <v:stroke endcap="round"/>
            <v:path shadowok="f" o:extrusionok="f" fillok="f" insetpenok="f"/>
            <o:lock v:ext="edit" rotation="t" aspectratio="t" verticies="t" text="t" shapetype="t"/>
            <o:ink i="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" annotation="t"/>
          </v:shape>
        </w:pict>
      </w:r>
      <w:r>
        <w:rPr>
          <w:noProof/>
        </w:rPr>
        <w:pict>
          <v:shape id="_x0000_s1045" style="position:absolute;left:0;text-align:left;margin-left:65.75pt;margin-top:598.15pt;width:22.6pt;height:25.75pt;z-index:251677696" coordorigin="3590,24007" coordsize="797,908" path="m3623,24280v-12,7,-19,2,-27,27c3589,24328,3588,24357,3593,24379v10,44,42,79,89,76c3723,24452,3747,24394,3751,24360v2,-17,,-31,-1,-47c3770,24363,3800,24407,3830,24451v30,44,62,87,92,132c3958,24637,4000,24690,4026,24750v14,32,22,72,3,104c4012,24883,3972,24904,3940,24910v-41,8,-90,5,-131,-2c3773,24902,3736,24890,3703,24874v-18,-9,-40,-25,-39,-48c3667,24812,3668,24807,3674,24798em4112,24295v-3,1,-6,2,-9,3c4121,24298,4139,24294,4157,24292v25,-3,49,-8,73,-13c4246,24276,4267,24267,4283,24268v11,3,14,2,14,11em4139,24445v24,8,41,6,67,4c4240,24447,4273,24442,4307,24435v23,-5,45,-9,68,-12c4379,24422,4382,24422,4386,24421em3762,24016v16,-5,32,-8,49,-9c3823,24006,3843,24004,3852,24014v12,14,-2,37,-11,49c3830,24079,3815,24092,3802,24107v-10,13,-18,22,-23,36c3793,24149,3802,24147,3817,24144v16,-4,33,-7,49,-12c3881,24127,3894,24124,3909,24127e" filled="f" strokeweight="1pt">
            <v:stroke endcap="round"/>
            <v:path shadowok="f" o:extrusionok="f" fillok="f" insetpenok="f"/>
            <o:lock v:ext="edit" rotation="t" aspectratio="t" verticies="t" text="t" shapetype="t"/>
            <o:ink i="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" annotation="t"/>
          </v:shape>
        </w:pict>
      </w:r>
      <w:r>
        <w:rPr>
          <w:noProof/>
        </w:rPr>
        <w:pict>
          <v:shape id="_x0000_s1046" style="position:absolute;left:0;text-align:left;margin-left:99.3pt;margin-top:597.8pt;width:34.25pt;height:15.2pt;z-index:251678720" coordorigin="4773,23994" coordsize="1208,536" path="m4773,24169v13,-15,31,16,45,30c4861,24241,4919,24275,4971,24305v31,18,62,35,93,52c5089,24371,5114,24383,5141,24391v-3,-12,-5,-16,-10,-23em5027,24094v-7,19,-15,37,-21,56c4994,24189,4975,24222,4958,24259v-21,45,-43,87,-69,129c4868,24422,4845,24453,4823,24486v-10,14,-19,28,-27,43c4808,24518,4818,24510,4831,24501em5395,24125v6,21,16,37,25,56c5430,24202,5440,24224,5450,24245v12,24,22,49,32,74c5488,24335,5492,24347,5491,24365em5365,24282v15,-1,28,-5,43,-7c5437,24271,5465,24267,5494,24261v29,-6,57,-12,86,-20c5597,24236,5611,24228,5627,24220em5825,23994v10,18,14,36,22,55c5862,24085,5875,24121,5887,24158v14,43,29,86,42,129c5940,24325,5950,24363,5962,24400v8,25,17,50,18,77c5981,24498,5968,24484,5958,24479e" filled="f" strokeweight="1pt">
            <v:stroke endcap="round"/>
            <v:path shadowok="f" o:extrusionok="f" fillok="f" insetpenok="f"/>
            <o:lock v:ext="edit" rotation="t" aspectratio="t" verticies="t" text="t" shapetype="t"/>
            <o:ink i="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" annotation="t"/>
          </v:shape>
        </w:pict>
      </w:r>
      <w:r>
        <w:rPr>
          <w:noProof/>
        </w:rPr>
        <w:pict>
          <v:shape id="_x0000_s1047" style="position:absolute;left:0;text-align:left;margin-left:291.1pt;margin-top:519.75pt;width:24.55pt;height:18.45pt;z-index:251679744" coordorigin="11539,21241" coordsize="866,650" path="m11887,21516v12,17,11,31,17,50c11909,21581,11912,21598,11917,21613v5,15,11,29,13,45c11930,21668,11930,21670,11928,21655em11772,21529v-4,-1,-7,-3,-11,-4c11783,21523,11805,21517,11827,21512v32,-7,63,-13,95,-20c11949,21486,11975,21481,12002,21474v22,-6,27,-15,40,1em11773,21732v20,4,42,-1,63,-4c11874,21723,11913,21718,11951,21714v37,-4,75,-8,112,-14c12073,21698,12084,21696,12094,21694em12167,21315v-9,-16,-15,-30,-29,-43c12123,21258,12103,21248,12082,21244v-32,-6,-65,-2,-96,4c11923,21260,11866,21292,11811,21323v-56,32,-103,68,-149,112c11621,21474,11583,21517,11559,21568v-19,40,-24,86,-15,129c11555,21751,11595,21797,11639,21828v38,27,84,47,130,56c11815,21893,11859,21891,11904,21882v92,-19,179,-64,260,-111c12237,21729,12312,21682,12363,21614v68,-91,42,-201,-18,-287c12304,21269,12248,21239,12177,21251v-27,4,-54,15,-80,22c12091,21274,12085,21276,12079,21277e" filled="f" strokeweight="1pt">
            <v:stroke endcap="round"/>
            <v:path shadowok="f" o:extrusionok="f" fillok="f" insetpenok="f"/>
            <o:lock v:ext="edit" rotation="t" aspectratio="t" verticies="t" text="t" shapetype="t"/>
            <o:ink i="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" annotation="t"/>
          </v:shape>
        </w:pict>
      </w:r>
      <w:r>
        <w:rPr>
          <w:noProof/>
        </w:rPr>
        <w:pict>
          <v:shape id="_x0000_s1048" style="position:absolute;left:0;text-align:left;margin-left:316pt;margin-top:512.15pt;width:151.9pt;height:144.6pt;z-index:251680768" coordorigin="12418,20973" coordsize="5358,5100" path="m14976,20973v5,48,12,97,15,147c15007,21387,14983,21650,14980,21916v-5,462,30,929,72,1389c15105,23891,15147,24483,15168,25071v10,270,11,536,-5,806c15159,25942,15155,26008,15150,26072em12418,23919v23,-7,51,-21,78,-28c12665,23848,12841,23824,13013,23800v1205,-169,2429,-248,3644,-294c17007,23493,17456,23491,17763,23466em16755,25215v13,24,21,48,30,73c16796,25317,16806,25347,16819,25375v9,20,16,32,34,43c16869,25399,16875,25380,16886,25358v13,-28,27,-58,47,-81c16953,25254,16980,25235,17005,25218v19,-13,39,-25,59,-36c17070,25179,17076,25176,17082,25173e" filled="f" strokeweight="1pt">
            <v:stroke endcap="round"/>
            <v:path shadowok="f" o:extrusionok="f" fillok="f" insetpenok="f"/>
            <o:lock v:ext="edit" rotation="t" aspectratio="t" verticies="t" text="t" shapetype="t"/>
            <o:ink i="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" annotation="t"/>
          </v:shape>
        </w:pict>
      </w:r>
      <w:r>
        <w:rPr>
          <w:noProof/>
        </w:rPr>
        <w:pict>
          <v:shape id="_x0000_s1049" style="position:absolute;left:0;text-align:left;margin-left:384.2pt;margin-top:508.15pt;width:98.75pt;height:122.65pt;z-index:251681792" coordorigin="14824,20832" coordsize="3483,4326" path="m17716,23334v18,4,34,14,52,20c17795,23363,17817,23377,17840,23394v16,11,32,27,34,48c17876,23461,17864,23476,17852,23489v-13,14,-28,29,-39,45c17804,23547,17803,23554,17805,23568em18061,23313v24,-2,27,14,42,34c18123,23374,18142,23402,18162,23429v24,33,47,67,69,101c18249,23558,18245,23545,18242,23517em18306,23298v-20,7,-34,19,-55,33c18210,23360,18166,23386,18125,23415v-48,34,-99,67,-141,108c17969,23537,17957,23551,17946,23568em14874,21000v-11,12,-23,27,-32,40c14835,21055,14832,21061,14824,21069v2,-30,11,-49,25,-76c14868,20955,14897,20909,14939,20893v22,-8,42,-4,62,6c15021,20908,15036,20923,15050,20939v11,13,21,30,33,42c15086,20984,15090,20986,15093,20989em15172,20848v-3,20,-9,36,5,54c15196,20926,15225,20932,15253,20921v20,-8,37,-27,48,-45c15309,20862,15314,20847,15320,20832v15,46,31,91,47,137c15386,21022,15407,21074,15423,21128v6,21,39,108,14,127c15412,21274,15390,21244,15380,21225v-12,-23,-20,-55,-10,-80c15382,21115,15411,21100,15439,21089v34,-13,68,-15,103,-24c15559,21061,15576,21056,15592,21052em16696,21130v14,97,22,194,31,292c16756,21748,16777,22072,16790,22399v13,334,29,668,40,1002c16841,23754,16854,24106,16867,24458v7,188,-9,375,-7,563c16860,25066,16861,25112,16860,25157em16639,21094v-11,19,-20,39,-30,59c16598,21176,16586,21198,16574,21220v-6,10,-8,14,-14,19c16568,21216,16576,21191,16586,21169v14,-29,31,-59,51,-84c16650,21068,16669,21047,16691,21044v25,-4,47,19,66,31c16778,21089,16800,21102,16825,21109v20,6,37,2,56,2c16886,21112,16890,21112,16895,21113e" filled="f" strokeweight="1pt">
            <v:stroke endcap="round"/>
            <v:path shadowok="f" o:extrusionok="f" fillok="f" insetpenok="f"/>
            <o:lock v:ext="edit" rotation="t" aspectratio="t" verticies="t" text="t" shapetype="t"/>
            <o:ink i="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" annotation="t"/>
          </v:shape>
        </w:pict>
      </w:r>
      <w:r w:rsidR="009F2900">
        <w:t xml:space="preserve"> Determine which of the following are relations (list the letters):</w:t>
      </w:r>
    </w:p>
    <w:p w:rsidR="009F2900" w:rsidRDefault="009F2900" w:rsidP="009F2900">
      <w:pPr>
        <w:pStyle w:val="ListParagraph"/>
        <w:numPr>
          <w:ilvl w:val="0"/>
          <w:numId w:val="1"/>
        </w:numPr>
        <w:spacing w:after="0"/>
      </w:pPr>
      <w:r>
        <w:t>Determine which of the following are functions (list the letters):</w:t>
      </w:r>
    </w:p>
    <w:p w:rsidR="009F2900" w:rsidRDefault="009F2900" w:rsidP="009F2900">
      <w:pPr>
        <w:pStyle w:val="ListParagraph"/>
        <w:spacing w:after="0"/>
      </w:pPr>
      <w:r>
        <w:t>If is not a function, explain why.</w:t>
      </w:r>
    </w:p>
    <w:p w:rsidR="009F2900" w:rsidRDefault="009F2900" w:rsidP="008B2779">
      <w:pPr>
        <w:spacing w:after="0"/>
      </w:pPr>
    </w:p>
    <w:sectPr w:rsidR="009F2900" w:rsidSect="009F2900">
      <w:type w:val="continuous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05CE3"/>
    <w:multiLevelType w:val="hybridMultilevel"/>
    <w:tmpl w:val="8F122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13420"/>
    <w:rsid w:val="000052E1"/>
    <w:rsid w:val="00026DC1"/>
    <w:rsid w:val="00117C53"/>
    <w:rsid w:val="001A301B"/>
    <w:rsid w:val="00213420"/>
    <w:rsid w:val="002A1FAC"/>
    <w:rsid w:val="002A667B"/>
    <w:rsid w:val="002B243B"/>
    <w:rsid w:val="003473F3"/>
    <w:rsid w:val="003552F5"/>
    <w:rsid w:val="00372E5C"/>
    <w:rsid w:val="003938C8"/>
    <w:rsid w:val="003A0BFD"/>
    <w:rsid w:val="00401DDE"/>
    <w:rsid w:val="004846F6"/>
    <w:rsid w:val="004B3B09"/>
    <w:rsid w:val="004F2A4B"/>
    <w:rsid w:val="0051488B"/>
    <w:rsid w:val="0051563E"/>
    <w:rsid w:val="005A46E0"/>
    <w:rsid w:val="005D66FA"/>
    <w:rsid w:val="005F791E"/>
    <w:rsid w:val="00610756"/>
    <w:rsid w:val="00627C69"/>
    <w:rsid w:val="007047BF"/>
    <w:rsid w:val="007B02F5"/>
    <w:rsid w:val="00847045"/>
    <w:rsid w:val="00853C71"/>
    <w:rsid w:val="008B2779"/>
    <w:rsid w:val="00901F33"/>
    <w:rsid w:val="0091295C"/>
    <w:rsid w:val="00936636"/>
    <w:rsid w:val="00967B95"/>
    <w:rsid w:val="009B6D43"/>
    <w:rsid w:val="009D0A29"/>
    <w:rsid w:val="009D75C4"/>
    <w:rsid w:val="009F2900"/>
    <w:rsid w:val="009F71C4"/>
    <w:rsid w:val="00A118F1"/>
    <w:rsid w:val="00A61AED"/>
    <w:rsid w:val="00A91E75"/>
    <w:rsid w:val="00B01F9B"/>
    <w:rsid w:val="00B12F53"/>
    <w:rsid w:val="00B21CBF"/>
    <w:rsid w:val="00B74D2B"/>
    <w:rsid w:val="00B84B66"/>
    <w:rsid w:val="00BC6A7A"/>
    <w:rsid w:val="00BD1305"/>
    <w:rsid w:val="00C1700A"/>
    <w:rsid w:val="00C40C0E"/>
    <w:rsid w:val="00C46562"/>
    <w:rsid w:val="00C648D5"/>
    <w:rsid w:val="00E237EC"/>
    <w:rsid w:val="00E84CF0"/>
    <w:rsid w:val="00E924A2"/>
    <w:rsid w:val="00ED4018"/>
    <w:rsid w:val="00F67230"/>
    <w:rsid w:val="00F91956"/>
    <w:rsid w:val="00FA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2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ttersonm\Application%20Data\Microsoft\Templates\Tes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 Template</Template>
  <TotalTime>34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International School Brussels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user@isb.be</dc:creator>
  <cp:keywords/>
  <dc:description/>
  <cp:lastModifiedBy>user@isb.be</cp:lastModifiedBy>
  <cp:revision>1</cp:revision>
  <cp:lastPrinted>2010-04-21T11:55:00Z</cp:lastPrinted>
  <dcterms:created xsi:type="dcterms:W3CDTF">2010-04-21T11:31:00Z</dcterms:created>
  <dcterms:modified xsi:type="dcterms:W3CDTF">2010-04-21T12:05:00Z</dcterms:modified>
</cp:coreProperties>
</file>